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42" w:type="dxa"/>
        <w:tblLook w:val="00A0"/>
      </w:tblPr>
      <w:tblGrid>
        <w:gridCol w:w="1540"/>
        <w:gridCol w:w="1280"/>
        <w:gridCol w:w="640"/>
        <w:gridCol w:w="1200"/>
        <w:gridCol w:w="1435"/>
        <w:gridCol w:w="1560"/>
        <w:gridCol w:w="1275"/>
        <w:gridCol w:w="1276"/>
      </w:tblGrid>
      <w:tr w:rsidR="00494EBB" w:rsidRPr="004A6AF0" w:rsidTr="005253DE">
        <w:trPr>
          <w:trHeight w:val="288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2B0AE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附件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四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592"/>
        </w:trPr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            </w:t>
            </w: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</w:rPr>
              <w:t>郑州大学第一附属医院求职登记表</w:t>
            </w:r>
            <w:r w:rsidRPr="002B0AEF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 w:rsidRPr="005E3E59">
              <w:rPr>
                <w:rFonts w:ascii="隶书" w:eastAsia="隶书" w:hAnsi="宋体" w:cs="宋体" w:hint="eastAsia"/>
                <w:b/>
                <w:color w:val="000000"/>
                <w:kern w:val="0"/>
                <w:szCs w:val="21"/>
              </w:rPr>
              <w:t>报名序号：</w:t>
            </w:r>
            <w:bookmarkStart w:id="0" w:name="_GoBack"/>
            <w:bookmarkEnd w:id="0"/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A21302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照</w:t>
            </w:r>
            <w:r w:rsidRPr="00A21302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 xml:space="preserve">    </w:t>
            </w:r>
            <w:r w:rsidRPr="00A21302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片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应聘专业名称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A21302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应聘专业</w:t>
            </w:r>
          </w:p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导师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专业技术职务</w:t>
            </w:r>
            <w:r w:rsidRPr="002B0AEF"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  <w:br/>
            </w: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任职资格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住培</w:t>
            </w:r>
            <w:r w:rsidRPr="002B0AEF"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  <w:br/>
            </w: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完成情况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教育经历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学制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入学时间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学习形式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第一学历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中间学历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tbRlV"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A21302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在何地何单位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任何职务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2121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曾受过何种</w:t>
            </w:r>
            <w:r w:rsidRPr="002B0AEF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br/>
            </w: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奖励或处分</w:t>
            </w:r>
          </w:p>
        </w:tc>
        <w:tc>
          <w:tcPr>
            <w:tcW w:w="8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论文发表情况</w:t>
            </w: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论文题目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何时何刊物（刊号）发表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A21302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名次</w:t>
            </w:r>
            <w:r w:rsidRPr="002B0AEF"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  <w:br w:type="page"/>
            </w:r>
          </w:p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影响因子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253DE">
        <w:trPr>
          <w:trHeight w:val="799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F67E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A51A34">
        <w:trPr>
          <w:trHeight w:val="2404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494EBB" w:rsidRPr="00A21302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项目承担、参与情况</w:t>
            </w:r>
          </w:p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及其他成果</w:t>
            </w:r>
          </w:p>
        </w:tc>
        <w:tc>
          <w:tcPr>
            <w:tcW w:w="8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94EBB" w:rsidRPr="002B0AEF" w:rsidRDefault="00494EBB" w:rsidP="00A51A3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494EBB" w:rsidRPr="004A6AF0" w:rsidTr="005253DE">
        <w:trPr>
          <w:trHeight w:val="6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是否同意调剂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是否同意调剂申请</w:t>
            </w:r>
            <w:smartTag w:uri="urn:schemas-microsoft-com:office:smarttags" w:element="PersonName">
              <w:smartTagPr>
                <w:attr w:name="ProductID" w:val="师资"/>
              </w:smartTagPr>
              <w:r w:rsidRPr="002B0AEF">
                <w:rPr>
                  <w:rFonts w:ascii="宋体" w:eastAsia="宋体" w:hAnsi="宋体" w:cs="宋体" w:hint="eastAsia"/>
                  <w:b/>
                  <w:color w:val="000000"/>
                  <w:kern w:val="0"/>
                  <w:sz w:val="18"/>
                  <w:szCs w:val="18"/>
                </w:rPr>
                <w:t>师资</w:t>
              </w:r>
            </w:smartTag>
            <w:r w:rsidRPr="002B0AEF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博士后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94EBB" w:rsidRPr="004A6AF0" w:rsidTr="005253DE">
        <w:trPr>
          <w:trHeight w:val="465"/>
        </w:trPr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本人保证上述信息真实，且已充分表达个人求职意愿。</w:t>
            </w:r>
          </w:p>
        </w:tc>
      </w:tr>
      <w:tr w:rsidR="00494EBB" w:rsidRPr="004A6AF0" w:rsidTr="005253DE">
        <w:trPr>
          <w:trHeight w:val="45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填表人签名：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日期：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27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0A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填表说明：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94EBB" w:rsidRPr="002B0AEF" w:rsidRDefault="00494EBB" w:rsidP="002B0AE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494EBB" w:rsidRPr="004A6AF0" w:rsidTr="005253DE">
        <w:trPr>
          <w:trHeight w:val="402"/>
        </w:trPr>
        <w:tc>
          <w:tcPr>
            <w:tcW w:w="1020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EBB" w:rsidRPr="005253DE" w:rsidRDefault="00494EBB" w:rsidP="005253DE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253D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本表</w:t>
            </w:r>
            <w:r w:rsidRPr="005253D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A4</w:t>
            </w:r>
            <w:r w:rsidRPr="005253D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正反打印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，在不改变表格布局前提下，可自行调节字体，论文、项目信息如较多可另附页</w:t>
            </w:r>
            <w:r w:rsidRPr="005253D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  <w:p w:rsidR="00494EBB" w:rsidRDefault="00494EBB" w:rsidP="005253DE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253D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所学专业与报名专业原则上保持一致。</w:t>
            </w:r>
            <w:r w:rsidRPr="005253D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494EBB" w:rsidRDefault="00494EBB" w:rsidP="005253DE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253D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论文发表及项目参与情况仅限当前教育、工作阶段。</w:t>
            </w:r>
          </w:p>
          <w:p w:rsidR="00494EBB" w:rsidRPr="005253DE" w:rsidRDefault="00494EBB" w:rsidP="005253DE">
            <w:pPr>
              <w:pStyle w:val="ListParagraph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253D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求职登记表需本人手写签名。非本人投递材料应出具委托书。</w:t>
            </w:r>
          </w:p>
        </w:tc>
      </w:tr>
      <w:tr w:rsidR="00494EBB" w:rsidRPr="004A6AF0" w:rsidTr="005253DE">
        <w:trPr>
          <w:trHeight w:val="720"/>
        </w:trPr>
        <w:tc>
          <w:tcPr>
            <w:tcW w:w="1020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EBB" w:rsidRPr="002B0AEF" w:rsidRDefault="00494EBB" w:rsidP="002B0A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94EBB" w:rsidRDefault="00494EBB"/>
    <w:sectPr w:rsidR="00494EBB" w:rsidSect="002B0AEF">
      <w:pgSz w:w="11906" w:h="16838"/>
      <w:pgMar w:top="709" w:right="849" w:bottom="709" w:left="709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20DA0"/>
    <w:multiLevelType w:val="hybridMultilevel"/>
    <w:tmpl w:val="51F24B78"/>
    <w:lvl w:ilvl="0" w:tplc="962A4FD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706"/>
    <w:rsid w:val="00016F9A"/>
    <w:rsid w:val="000251A3"/>
    <w:rsid w:val="0002696E"/>
    <w:rsid w:val="000328E6"/>
    <w:rsid w:val="00032E53"/>
    <w:rsid w:val="000340E4"/>
    <w:rsid w:val="00037D87"/>
    <w:rsid w:val="0004639D"/>
    <w:rsid w:val="00054BC5"/>
    <w:rsid w:val="00056D95"/>
    <w:rsid w:val="00082110"/>
    <w:rsid w:val="00091BE2"/>
    <w:rsid w:val="00095F2E"/>
    <w:rsid w:val="000A343E"/>
    <w:rsid w:val="000B1DC9"/>
    <w:rsid w:val="000B29AD"/>
    <w:rsid w:val="000C223C"/>
    <w:rsid w:val="000C61BD"/>
    <w:rsid w:val="000C7646"/>
    <w:rsid w:val="000D457A"/>
    <w:rsid w:val="000D55E4"/>
    <w:rsid w:val="000E105E"/>
    <w:rsid w:val="000E547D"/>
    <w:rsid w:val="000F6769"/>
    <w:rsid w:val="00120DC7"/>
    <w:rsid w:val="00126D34"/>
    <w:rsid w:val="001312BE"/>
    <w:rsid w:val="00135288"/>
    <w:rsid w:val="001369A3"/>
    <w:rsid w:val="001406BC"/>
    <w:rsid w:val="0014594E"/>
    <w:rsid w:val="00153D70"/>
    <w:rsid w:val="0016267E"/>
    <w:rsid w:val="00164BBD"/>
    <w:rsid w:val="0016552D"/>
    <w:rsid w:val="001758C3"/>
    <w:rsid w:val="00183A3D"/>
    <w:rsid w:val="00190180"/>
    <w:rsid w:val="001977EB"/>
    <w:rsid w:val="001A260D"/>
    <w:rsid w:val="001A2C79"/>
    <w:rsid w:val="001A4B0F"/>
    <w:rsid w:val="001B48E4"/>
    <w:rsid w:val="001B6BEB"/>
    <w:rsid w:val="001C693B"/>
    <w:rsid w:val="001D1877"/>
    <w:rsid w:val="001E2C74"/>
    <w:rsid w:val="001F6119"/>
    <w:rsid w:val="001F7687"/>
    <w:rsid w:val="00203AB8"/>
    <w:rsid w:val="0020589B"/>
    <w:rsid w:val="0021212D"/>
    <w:rsid w:val="00213DDF"/>
    <w:rsid w:val="00214487"/>
    <w:rsid w:val="002210F9"/>
    <w:rsid w:val="002228D5"/>
    <w:rsid w:val="00225367"/>
    <w:rsid w:val="002319D9"/>
    <w:rsid w:val="002328FD"/>
    <w:rsid w:val="0023391F"/>
    <w:rsid w:val="002419C9"/>
    <w:rsid w:val="00245540"/>
    <w:rsid w:val="0026230F"/>
    <w:rsid w:val="00264934"/>
    <w:rsid w:val="00265C8B"/>
    <w:rsid w:val="0026630C"/>
    <w:rsid w:val="0027437A"/>
    <w:rsid w:val="00277520"/>
    <w:rsid w:val="00277F68"/>
    <w:rsid w:val="00280374"/>
    <w:rsid w:val="00281F66"/>
    <w:rsid w:val="00282A55"/>
    <w:rsid w:val="00284289"/>
    <w:rsid w:val="00292A07"/>
    <w:rsid w:val="00293444"/>
    <w:rsid w:val="002961F1"/>
    <w:rsid w:val="002A309D"/>
    <w:rsid w:val="002A4B01"/>
    <w:rsid w:val="002A6AA1"/>
    <w:rsid w:val="002B0AEF"/>
    <w:rsid w:val="002B1FD6"/>
    <w:rsid w:val="002B37BF"/>
    <w:rsid w:val="002B576F"/>
    <w:rsid w:val="002B7182"/>
    <w:rsid w:val="002C29E0"/>
    <w:rsid w:val="002C2D7F"/>
    <w:rsid w:val="002C48FE"/>
    <w:rsid w:val="002D3471"/>
    <w:rsid w:val="002E1133"/>
    <w:rsid w:val="002E1619"/>
    <w:rsid w:val="002E38B0"/>
    <w:rsid w:val="002E3D66"/>
    <w:rsid w:val="002E3F87"/>
    <w:rsid w:val="002E4403"/>
    <w:rsid w:val="002F0466"/>
    <w:rsid w:val="002F0F34"/>
    <w:rsid w:val="002F4B20"/>
    <w:rsid w:val="002F642A"/>
    <w:rsid w:val="002F664C"/>
    <w:rsid w:val="003011DB"/>
    <w:rsid w:val="00304263"/>
    <w:rsid w:val="0031282D"/>
    <w:rsid w:val="003167BE"/>
    <w:rsid w:val="003174C4"/>
    <w:rsid w:val="0032305E"/>
    <w:rsid w:val="00324FB0"/>
    <w:rsid w:val="0033597E"/>
    <w:rsid w:val="00340A69"/>
    <w:rsid w:val="00340EC3"/>
    <w:rsid w:val="00347492"/>
    <w:rsid w:val="00360F73"/>
    <w:rsid w:val="00374DCA"/>
    <w:rsid w:val="00386D51"/>
    <w:rsid w:val="003A25E3"/>
    <w:rsid w:val="003A5AAB"/>
    <w:rsid w:val="003A5CF7"/>
    <w:rsid w:val="003C2DC9"/>
    <w:rsid w:val="003C69C8"/>
    <w:rsid w:val="003C77EC"/>
    <w:rsid w:val="003D3B1B"/>
    <w:rsid w:val="003D4319"/>
    <w:rsid w:val="003E0629"/>
    <w:rsid w:val="003E093C"/>
    <w:rsid w:val="003E1745"/>
    <w:rsid w:val="003E1B12"/>
    <w:rsid w:val="003E51E6"/>
    <w:rsid w:val="003E6EC5"/>
    <w:rsid w:val="003F6F36"/>
    <w:rsid w:val="00400D3E"/>
    <w:rsid w:val="00405B66"/>
    <w:rsid w:val="00410C2D"/>
    <w:rsid w:val="00415441"/>
    <w:rsid w:val="004161AA"/>
    <w:rsid w:val="004205DD"/>
    <w:rsid w:val="004224B9"/>
    <w:rsid w:val="004269CC"/>
    <w:rsid w:val="00432274"/>
    <w:rsid w:val="00432F47"/>
    <w:rsid w:val="004333F9"/>
    <w:rsid w:val="00436CCA"/>
    <w:rsid w:val="004372F7"/>
    <w:rsid w:val="00440675"/>
    <w:rsid w:val="00450B3D"/>
    <w:rsid w:val="00451FF3"/>
    <w:rsid w:val="00463350"/>
    <w:rsid w:val="004644BA"/>
    <w:rsid w:val="00477F8E"/>
    <w:rsid w:val="00480467"/>
    <w:rsid w:val="00480BD8"/>
    <w:rsid w:val="00482B0F"/>
    <w:rsid w:val="004833B2"/>
    <w:rsid w:val="004842F7"/>
    <w:rsid w:val="004864E9"/>
    <w:rsid w:val="00493346"/>
    <w:rsid w:val="00494EBB"/>
    <w:rsid w:val="00497118"/>
    <w:rsid w:val="00497187"/>
    <w:rsid w:val="004A1D65"/>
    <w:rsid w:val="004A2507"/>
    <w:rsid w:val="004A5CA1"/>
    <w:rsid w:val="004A6AF0"/>
    <w:rsid w:val="004B5AAF"/>
    <w:rsid w:val="004C0B6F"/>
    <w:rsid w:val="004C4CE5"/>
    <w:rsid w:val="004C69CF"/>
    <w:rsid w:val="004D1D0C"/>
    <w:rsid w:val="004D561C"/>
    <w:rsid w:val="004E02F4"/>
    <w:rsid w:val="004E1CD7"/>
    <w:rsid w:val="004E26D5"/>
    <w:rsid w:val="004E3517"/>
    <w:rsid w:val="004E4C6A"/>
    <w:rsid w:val="004E5CA2"/>
    <w:rsid w:val="004F2177"/>
    <w:rsid w:val="004F3CAF"/>
    <w:rsid w:val="00505BC2"/>
    <w:rsid w:val="00512114"/>
    <w:rsid w:val="0051510E"/>
    <w:rsid w:val="00517301"/>
    <w:rsid w:val="005222D6"/>
    <w:rsid w:val="00522D84"/>
    <w:rsid w:val="005253DE"/>
    <w:rsid w:val="005267BD"/>
    <w:rsid w:val="00536C23"/>
    <w:rsid w:val="00537B2C"/>
    <w:rsid w:val="00541786"/>
    <w:rsid w:val="0054209D"/>
    <w:rsid w:val="0054250A"/>
    <w:rsid w:val="0054390D"/>
    <w:rsid w:val="0054790E"/>
    <w:rsid w:val="00550020"/>
    <w:rsid w:val="00561C5C"/>
    <w:rsid w:val="00562CCA"/>
    <w:rsid w:val="005766CE"/>
    <w:rsid w:val="00576A07"/>
    <w:rsid w:val="005770E1"/>
    <w:rsid w:val="005A3305"/>
    <w:rsid w:val="005A704A"/>
    <w:rsid w:val="005A77F2"/>
    <w:rsid w:val="005B6A87"/>
    <w:rsid w:val="005C07CD"/>
    <w:rsid w:val="005D3F5A"/>
    <w:rsid w:val="005D5D7E"/>
    <w:rsid w:val="005E3E59"/>
    <w:rsid w:val="005E46ED"/>
    <w:rsid w:val="005E71E6"/>
    <w:rsid w:val="005F3380"/>
    <w:rsid w:val="005F458B"/>
    <w:rsid w:val="005F46FA"/>
    <w:rsid w:val="00604167"/>
    <w:rsid w:val="00607AEC"/>
    <w:rsid w:val="00611FAF"/>
    <w:rsid w:val="00615E57"/>
    <w:rsid w:val="006163F7"/>
    <w:rsid w:val="00617059"/>
    <w:rsid w:val="00617722"/>
    <w:rsid w:val="0061788F"/>
    <w:rsid w:val="00622706"/>
    <w:rsid w:val="006254C2"/>
    <w:rsid w:val="00631A7A"/>
    <w:rsid w:val="00635A8E"/>
    <w:rsid w:val="00643A59"/>
    <w:rsid w:val="00644AA5"/>
    <w:rsid w:val="00645596"/>
    <w:rsid w:val="006537D3"/>
    <w:rsid w:val="00664A59"/>
    <w:rsid w:val="00672770"/>
    <w:rsid w:val="00673A51"/>
    <w:rsid w:val="006749C3"/>
    <w:rsid w:val="0067529A"/>
    <w:rsid w:val="00677977"/>
    <w:rsid w:val="00684974"/>
    <w:rsid w:val="00691368"/>
    <w:rsid w:val="006B4EEB"/>
    <w:rsid w:val="006C336E"/>
    <w:rsid w:val="006D1FE7"/>
    <w:rsid w:val="006D5163"/>
    <w:rsid w:val="006D6D21"/>
    <w:rsid w:val="006F1951"/>
    <w:rsid w:val="006F5279"/>
    <w:rsid w:val="006F532F"/>
    <w:rsid w:val="00702409"/>
    <w:rsid w:val="00703F4C"/>
    <w:rsid w:val="00712646"/>
    <w:rsid w:val="00713937"/>
    <w:rsid w:val="007226E0"/>
    <w:rsid w:val="00723688"/>
    <w:rsid w:val="00726B65"/>
    <w:rsid w:val="00727453"/>
    <w:rsid w:val="007305DD"/>
    <w:rsid w:val="00730811"/>
    <w:rsid w:val="00732713"/>
    <w:rsid w:val="007441E3"/>
    <w:rsid w:val="0075030E"/>
    <w:rsid w:val="00752CB2"/>
    <w:rsid w:val="00753683"/>
    <w:rsid w:val="007541BB"/>
    <w:rsid w:val="00772ABB"/>
    <w:rsid w:val="00777555"/>
    <w:rsid w:val="007809F2"/>
    <w:rsid w:val="007824D8"/>
    <w:rsid w:val="00795280"/>
    <w:rsid w:val="00796C92"/>
    <w:rsid w:val="007A0FD9"/>
    <w:rsid w:val="007A114B"/>
    <w:rsid w:val="007A2179"/>
    <w:rsid w:val="007A4679"/>
    <w:rsid w:val="007B78F6"/>
    <w:rsid w:val="007C4F52"/>
    <w:rsid w:val="007C5F3F"/>
    <w:rsid w:val="007D26BF"/>
    <w:rsid w:val="007E233C"/>
    <w:rsid w:val="007E3E9F"/>
    <w:rsid w:val="007F28DC"/>
    <w:rsid w:val="007F4029"/>
    <w:rsid w:val="007F47B8"/>
    <w:rsid w:val="00802D46"/>
    <w:rsid w:val="00807E3A"/>
    <w:rsid w:val="0081006C"/>
    <w:rsid w:val="00811562"/>
    <w:rsid w:val="00825301"/>
    <w:rsid w:val="00830241"/>
    <w:rsid w:val="00833E17"/>
    <w:rsid w:val="00837323"/>
    <w:rsid w:val="008373EE"/>
    <w:rsid w:val="00842999"/>
    <w:rsid w:val="0084482B"/>
    <w:rsid w:val="008478A4"/>
    <w:rsid w:val="008479B3"/>
    <w:rsid w:val="00862FEE"/>
    <w:rsid w:val="008769B5"/>
    <w:rsid w:val="00880BA0"/>
    <w:rsid w:val="008811A1"/>
    <w:rsid w:val="00884818"/>
    <w:rsid w:val="00890488"/>
    <w:rsid w:val="00890E7C"/>
    <w:rsid w:val="008B6FFF"/>
    <w:rsid w:val="008B7088"/>
    <w:rsid w:val="008C3CED"/>
    <w:rsid w:val="008D03FD"/>
    <w:rsid w:val="008D12DE"/>
    <w:rsid w:val="008E231E"/>
    <w:rsid w:val="008E3BC8"/>
    <w:rsid w:val="008E588D"/>
    <w:rsid w:val="008E5DD6"/>
    <w:rsid w:val="008F0A56"/>
    <w:rsid w:val="008F1579"/>
    <w:rsid w:val="008F443A"/>
    <w:rsid w:val="00904F20"/>
    <w:rsid w:val="00915518"/>
    <w:rsid w:val="009233BF"/>
    <w:rsid w:val="00927A96"/>
    <w:rsid w:val="00927C7A"/>
    <w:rsid w:val="00931D7F"/>
    <w:rsid w:val="0093588D"/>
    <w:rsid w:val="0093602C"/>
    <w:rsid w:val="00936A39"/>
    <w:rsid w:val="00937057"/>
    <w:rsid w:val="009402CD"/>
    <w:rsid w:val="009403F3"/>
    <w:rsid w:val="00946B4F"/>
    <w:rsid w:val="00947B0E"/>
    <w:rsid w:val="00950056"/>
    <w:rsid w:val="009562B7"/>
    <w:rsid w:val="00957775"/>
    <w:rsid w:val="0095796C"/>
    <w:rsid w:val="00960174"/>
    <w:rsid w:val="009641A9"/>
    <w:rsid w:val="00970837"/>
    <w:rsid w:val="0097777B"/>
    <w:rsid w:val="00982F41"/>
    <w:rsid w:val="00984432"/>
    <w:rsid w:val="009915BE"/>
    <w:rsid w:val="00993492"/>
    <w:rsid w:val="009964C7"/>
    <w:rsid w:val="0099691F"/>
    <w:rsid w:val="009A20D0"/>
    <w:rsid w:val="009A33B6"/>
    <w:rsid w:val="009B00F6"/>
    <w:rsid w:val="009B06BC"/>
    <w:rsid w:val="009B3A10"/>
    <w:rsid w:val="009C239E"/>
    <w:rsid w:val="009D58CB"/>
    <w:rsid w:val="009E04BC"/>
    <w:rsid w:val="009E22CD"/>
    <w:rsid w:val="009F1E2D"/>
    <w:rsid w:val="009F73C6"/>
    <w:rsid w:val="00A011F2"/>
    <w:rsid w:val="00A021CF"/>
    <w:rsid w:val="00A068D3"/>
    <w:rsid w:val="00A07518"/>
    <w:rsid w:val="00A21302"/>
    <w:rsid w:val="00A42E4C"/>
    <w:rsid w:val="00A44ED0"/>
    <w:rsid w:val="00A51A34"/>
    <w:rsid w:val="00A53232"/>
    <w:rsid w:val="00A56919"/>
    <w:rsid w:val="00A578B6"/>
    <w:rsid w:val="00A601DC"/>
    <w:rsid w:val="00A65C4F"/>
    <w:rsid w:val="00A66306"/>
    <w:rsid w:val="00A66CEA"/>
    <w:rsid w:val="00A968B1"/>
    <w:rsid w:val="00AA18F0"/>
    <w:rsid w:val="00AA3F73"/>
    <w:rsid w:val="00AB2C03"/>
    <w:rsid w:val="00AB6578"/>
    <w:rsid w:val="00AB6D79"/>
    <w:rsid w:val="00AB74F4"/>
    <w:rsid w:val="00AC14E1"/>
    <w:rsid w:val="00AC3EE9"/>
    <w:rsid w:val="00AC7748"/>
    <w:rsid w:val="00AD13CD"/>
    <w:rsid w:val="00AD66F1"/>
    <w:rsid w:val="00AE23ED"/>
    <w:rsid w:val="00AF6869"/>
    <w:rsid w:val="00B06528"/>
    <w:rsid w:val="00B13E65"/>
    <w:rsid w:val="00B17B3E"/>
    <w:rsid w:val="00B250B2"/>
    <w:rsid w:val="00B37699"/>
    <w:rsid w:val="00B400E6"/>
    <w:rsid w:val="00B43D68"/>
    <w:rsid w:val="00B52698"/>
    <w:rsid w:val="00B61C94"/>
    <w:rsid w:val="00B63A49"/>
    <w:rsid w:val="00B777FC"/>
    <w:rsid w:val="00B83DCD"/>
    <w:rsid w:val="00B90DB9"/>
    <w:rsid w:val="00B91EE2"/>
    <w:rsid w:val="00B97AF4"/>
    <w:rsid w:val="00BA0498"/>
    <w:rsid w:val="00BA15B8"/>
    <w:rsid w:val="00BA43C5"/>
    <w:rsid w:val="00BA77ED"/>
    <w:rsid w:val="00BB0DAF"/>
    <w:rsid w:val="00BC5301"/>
    <w:rsid w:val="00BC6759"/>
    <w:rsid w:val="00BC702D"/>
    <w:rsid w:val="00BD122A"/>
    <w:rsid w:val="00BD601A"/>
    <w:rsid w:val="00BD62D5"/>
    <w:rsid w:val="00BE133B"/>
    <w:rsid w:val="00BE2023"/>
    <w:rsid w:val="00C1085A"/>
    <w:rsid w:val="00C14FDF"/>
    <w:rsid w:val="00C17330"/>
    <w:rsid w:val="00C1748D"/>
    <w:rsid w:val="00C2010C"/>
    <w:rsid w:val="00C21B3C"/>
    <w:rsid w:val="00C278E1"/>
    <w:rsid w:val="00C37376"/>
    <w:rsid w:val="00C44858"/>
    <w:rsid w:val="00C56544"/>
    <w:rsid w:val="00C56E30"/>
    <w:rsid w:val="00C606C0"/>
    <w:rsid w:val="00C62A96"/>
    <w:rsid w:val="00C64360"/>
    <w:rsid w:val="00C65C3D"/>
    <w:rsid w:val="00C812AB"/>
    <w:rsid w:val="00C83399"/>
    <w:rsid w:val="00C91B14"/>
    <w:rsid w:val="00CA50F7"/>
    <w:rsid w:val="00CA75D9"/>
    <w:rsid w:val="00CA78D8"/>
    <w:rsid w:val="00CB073D"/>
    <w:rsid w:val="00CB2F5D"/>
    <w:rsid w:val="00CB3438"/>
    <w:rsid w:val="00CB68B8"/>
    <w:rsid w:val="00CC065C"/>
    <w:rsid w:val="00CC0A98"/>
    <w:rsid w:val="00CC3DAB"/>
    <w:rsid w:val="00CC3EFF"/>
    <w:rsid w:val="00CC4416"/>
    <w:rsid w:val="00CC46C4"/>
    <w:rsid w:val="00CC7713"/>
    <w:rsid w:val="00CD0918"/>
    <w:rsid w:val="00CD3046"/>
    <w:rsid w:val="00CD540C"/>
    <w:rsid w:val="00CD54E5"/>
    <w:rsid w:val="00CD6B37"/>
    <w:rsid w:val="00CD7C2E"/>
    <w:rsid w:val="00CE215E"/>
    <w:rsid w:val="00CE3B4F"/>
    <w:rsid w:val="00D04F39"/>
    <w:rsid w:val="00D14F3D"/>
    <w:rsid w:val="00D1645F"/>
    <w:rsid w:val="00D16C10"/>
    <w:rsid w:val="00D318A9"/>
    <w:rsid w:val="00D37323"/>
    <w:rsid w:val="00D62A79"/>
    <w:rsid w:val="00D66658"/>
    <w:rsid w:val="00D71B35"/>
    <w:rsid w:val="00D763B1"/>
    <w:rsid w:val="00D77115"/>
    <w:rsid w:val="00D80810"/>
    <w:rsid w:val="00D92590"/>
    <w:rsid w:val="00DA3B1E"/>
    <w:rsid w:val="00DA3F49"/>
    <w:rsid w:val="00DA69F7"/>
    <w:rsid w:val="00DA776E"/>
    <w:rsid w:val="00DB4066"/>
    <w:rsid w:val="00DC0898"/>
    <w:rsid w:val="00DC166E"/>
    <w:rsid w:val="00DC29C6"/>
    <w:rsid w:val="00DC3AC4"/>
    <w:rsid w:val="00DD0FA2"/>
    <w:rsid w:val="00DD1228"/>
    <w:rsid w:val="00DD536C"/>
    <w:rsid w:val="00DD6AE9"/>
    <w:rsid w:val="00DD79FC"/>
    <w:rsid w:val="00DE02B9"/>
    <w:rsid w:val="00DE0D69"/>
    <w:rsid w:val="00DE2298"/>
    <w:rsid w:val="00DE2473"/>
    <w:rsid w:val="00DE256E"/>
    <w:rsid w:val="00DE543E"/>
    <w:rsid w:val="00DF3260"/>
    <w:rsid w:val="00DF5F6E"/>
    <w:rsid w:val="00E0025A"/>
    <w:rsid w:val="00E040FE"/>
    <w:rsid w:val="00E0565E"/>
    <w:rsid w:val="00E07597"/>
    <w:rsid w:val="00E07B93"/>
    <w:rsid w:val="00E12945"/>
    <w:rsid w:val="00E14126"/>
    <w:rsid w:val="00E21E4D"/>
    <w:rsid w:val="00E226CF"/>
    <w:rsid w:val="00E30B76"/>
    <w:rsid w:val="00E31A57"/>
    <w:rsid w:val="00E35B2D"/>
    <w:rsid w:val="00E45D39"/>
    <w:rsid w:val="00E460D7"/>
    <w:rsid w:val="00E46E6F"/>
    <w:rsid w:val="00E57690"/>
    <w:rsid w:val="00E600A3"/>
    <w:rsid w:val="00E60E0B"/>
    <w:rsid w:val="00E62C22"/>
    <w:rsid w:val="00E63A16"/>
    <w:rsid w:val="00E674B3"/>
    <w:rsid w:val="00E73D15"/>
    <w:rsid w:val="00E84484"/>
    <w:rsid w:val="00E85591"/>
    <w:rsid w:val="00E8676A"/>
    <w:rsid w:val="00E90BF3"/>
    <w:rsid w:val="00E923AA"/>
    <w:rsid w:val="00E92523"/>
    <w:rsid w:val="00E968DC"/>
    <w:rsid w:val="00EA4876"/>
    <w:rsid w:val="00EA7A32"/>
    <w:rsid w:val="00EA7C39"/>
    <w:rsid w:val="00EB2302"/>
    <w:rsid w:val="00EB55BA"/>
    <w:rsid w:val="00EC4D92"/>
    <w:rsid w:val="00EC6ED2"/>
    <w:rsid w:val="00ED1D4B"/>
    <w:rsid w:val="00ED7A86"/>
    <w:rsid w:val="00EE1B32"/>
    <w:rsid w:val="00EE7343"/>
    <w:rsid w:val="00EF0257"/>
    <w:rsid w:val="00EF0C88"/>
    <w:rsid w:val="00EF76AC"/>
    <w:rsid w:val="00F0017E"/>
    <w:rsid w:val="00F00196"/>
    <w:rsid w:val="00F00A14"/>
    <w:rsid w:val="00F01BCF"/>
    <w:rsid w:val="00F04D2F"/>
    <w:rsid w:val="00F0647F"/>
    <w:rsid w:val="00F303B4"/>
    <w:rsid w:val="00F34C66"/>
    <w:rsid w:val="00F34F65"/>
    <w:rsid w:val="00F35A6F"/>
    <w:rsid w:val="00F407CF"/>
    <w:rsid w:val="00F421EB"/>
    <w:rsid w:val="00F576EF"/>
    <w:rsid w:val="00F67EBE"/>
    <w:rsid w:val="00F80818"/>
    <w:rsid w:val="00F833DC"/>
    <w:rsid w:val="00F85105"/>
    <w:rsid w:val="00F86454"/>
    <w:rsid w:val="00F91948"/>
    <w:rsid w:val="00F941A8"/>
    <w:rsid w:val="00F95FFB"/>
    <w:rsid w:val="00F960CD"/>
    <w:rsid w:val="00F976E0"/>
    <w:rsid w:val="00FA0A72"/>
    <w:rsid w:val="00FA35D4"/>
    <w:rsid w:val="00FA652F"/>
    <w:rsid w:val="00FB3B51"/>
    <w:rsid w:val="00FC2997"/>
    <w:rsid w:val="00FD65F2"/>
    <w:rsid w:val="00FE10FA"/>
    <w:rsid w:val="00FE4A6A"/>
    <w:rsid w:val="00FF2FDC"/>
    <w:rsid w:val="00FF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E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53D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65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98</Words>
  <Characters>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subject/>
  <dc:creator>郑媛〖人事处〗</dc:creator>
  <cp:keywords/>
  <dc:description/>
  <cp:lastModifiedBy>微软用户</cp:lastModifiedBy>
  <cp:revision>4</cp:revision>
  <cp:lastPrinted>2018-12-31T08:03:00Z</cp:lastPrinted>
  <dcterms:created xsi:type="dcterms:W3CDTF">2018-12-31T08:38:00Z</dcterms:created>
  <dcterms:modified xsi:type="dcterms:W3CDTF">2018-12-31T11:10:00Z</dcterms:modified>
</cp:coreProperties>
</file>